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8127" w14:textId="220A5C2C" w:rsidR="00C872FB" w:rsidRDefault="00CD43A0" w:rsidP="00C872FB">
      <w:pPr>
        <w:ind w:right="-284"/>
      </w:pPr>
      <w:r>
        <w:rPr>
          <w:rFonts w:ascii="Arial" w:hAnsi="Arial" w:cs="Arial"/>
          <w:color w:val="868686"/>
          <w:sz w:val="22"/>
          <w:szCs w:val="22"/>
        </w:rPr>
        <w:t>Huseby E-post signaturer</w:t>
      </w:r>
    </w:p>
    <w:p w14:paraId="7A71AF99" w14:textId="1FE1EF4F" w:rsidR="001260AF" w:rsidRDefault="001260AF" w:rsidP="00C97838">
      <w:pPr>
        <w:pStyle w:val="BrdtekstHuseby"/>
      </w:pPr>
    </w:p>
    <w:p w14:paraId="66C6A3D8" w14:textId="77777777" w:rsidR="00055C45" w:rsidRDefault="00055C45" w:rsidP="00C97838">
      <w:pPr>
        <w:pStyle w:val="BrdtekstHuseby"/>
      </w:pPr>
    </w:p>
    <w:p w14:paraId="27C3C89F" w14:textId="77777777" w:rsidR="00055C45" w:rsidRDefault="00055C45" w:rsidP="00C97838">
      <w:pPr>
        <w:pStyle w:val="BrdtekstHuseby"/>
      </w:pPr>
    </w:p>
    <w:p w14:paraId="61266D6A" w14:textId="0E8B0DB8" w:rsidR="00055C45" w:rsidRDefault="00AF5866" w:rsidP="00C97838">
      <w:pPr>
        <w:pStyle w:val="BrdtekstHuseby"/>
      </w:pPr>
      <w:r>
        <w:rPr>
          <w:noProof/>
          <w14:ligatures w14:val="standardContextual"/>
        </w:rPr>
        <w:drawing>
          <wp:inline distT="0" distB="0" distL="0" distR="0" wp14:anchorId="0799FDE6" wp14:editId="39AE20EB">
            <wp:extent cx="1260000" cy="31819"/>
            <wp:effectExtent l="0" t="0" r="0" b="6350"/>
            <wp:docPr id="1662004267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004267" name="Bilde 166200426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33AC7" w14:textId="77777777" w:rsidR="00055C45" w:rsidRDefault="00055C45" w:rsidP="00C97838">
      <w:pPr>
        <w:pStyle w:val="BrdtekstHuseby"/>
      </w:pPr>
    </w:p>
    <w:p w14:paraId="766A7923" w14:textId="074AE718" w:rsidR="00C97838" w:rsidRDefault="00C97838" w:rsidP="00C97838">
      <w:pPr>
        <w:pStyle w:val="BrdtekstHuseby"/>
      </w:pPr>
    </w:p>
    <w:p w14:paraId="32205AB0" w14:textId="77777777" w:rsidR="00055C45" w:rsidRDefault="00055C45" w:rsidP="00C97838">
      <w:pPr>
        <w:pStyle w:val="BrdtekstHuseby"/>
      </w:pPr>
    </w:p>
    <w:p w14:paraId="2F03BF9B" w14:textId="7C7973C1" w:rsidR="00055C45" w:rsidRDefault="00055C45" w:rsidP="00C97838">
      <w:pPr>
        <w:pStyle w:val="BrdtekstHuseby"/>
      </w:pPr>
      <w:r>
        <w:rPr>
          <w:noProof/>
          <w14:ligatures w14:val="standardContextual"/>
        </w:rPr>
        <mc:AlternateContent>
          <mc:Choice Requires="wps">
            <w:drawing>
              <wp:inline distT="0" distB="0" distL="0" distR="0" wp14:anchorId="5A5ABCC1" wp14:editId="7F1ADDC0">
                <wp:extent cx="1259840" cy="0"/>
                <wp:effectExtent l="0" t="12700" r="35560" b="25400"/>
                <wp:docPr id="15087076" name="Rett linj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C7BFAF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42160D9" id="Rett linje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9.2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" strokecolor="#c7bfaf" strokeweight="2.5pt">
                <v:stroke joinstyle="miter"/>
                <w10:anchorlock/>
              </v:line>
            </w:pict>
          </mc:Fallback>
        </mc:AlternateContent>
      </w:r>
    </w:p>
    <w:p w14:paraId="6DB63DF5" w14:textId="77777777" w:rsidR="001260AF" w:rsidRDefault="001260AF" w:rsidP="00C97838">
      <w:pPr>
        <w:pStyle w:val="BrdtekstHuseby"/>
      </w:pPr>
    </w:p>
    <w:p w14:paraId="0373BECB" w14:textId="33E53E89" w:rsidR="00C97838" w:rsidRPr="0066693F" w:rsidRDefault="00CD43A0" w:rsidP="00C97838">
      <w:pPr>
        <w:pStyle w:val="BrdtekstHuseby"/>
        <w:rPr>
          <w:color w:val="4A4947"/>
          <w:sz w:val="22"/>
          <w:szCs w:val="22"/>
        </w:rPr>
      </w:pPr>
      <w:r w:rsidRPr="0066693F">
        <w:rPr>
          <w:color w:val="4A4947"/>
          <w:sz w:val="22"/>
          <w:szCs w:val="22"/>
        </w:rPr>
        <w:t>Med vennlig hilsen,</w:t>
      </w:r>
    </w:p>
    <w:p w14:paraId="2B07E66D" w14:textId="77777777" w:rsidR="00CD43A0" w:rsidRDefault="00CD43A0" w:rsidP="00C97838">
      <w:pPr>
        <w:pStyle w:val="BrdtekstHuseby"/>
      </w:pPr>
    </w:p>
    <w:p w14:paraId="31E76934" w14:textId="04549837" w:rsidR="001260AF" w:rsidRPr="00055C45" w:rsidRDefault="00CD43A0" w:rsidP="00C97838">
      <w:pPr>
        <w:pStyle w:val="BrdtekstHuseby"/>
        <w:rPr>
          <w:rFonts w:ascii="Times New Roman" w:hAnsi="Times New Roman" w:cs="Times New Roman"/>
          <w:color w:val="4A4947"/>
          <w:sz w:val="36"/>
          <w:szCs w:val="36"/>
        </w:rPr>
      </w:pPr>
      <w:r w:rsidRPr="00055C45">
        <w:rPr>
          <w:rFonts w:ascii="Times New Roman" w:hAnsi="Times New Roman" w:cs="Times New Roman"/>
          <w:i/>
          <w:iCs/>
          <w:color w:val="4A4947"/>
          <w:sz w:val="36"/>
          <w:szCs w:val="36"/>
        </w:rPr>
        <w:t>Henriette Adine</w:t>
      </w:r>
      <w:r w:rsidRPr="00055C45">
        <w:rPr>
          <w:rFonts w:ascii="Times New Roman" w:hAnsi="Times New Roman" w:cs="Times New Roman"/>
          <w:color w:val="4A4947"/>
          <w:sz w:val="36"/>
          <w:szCs w:val="36"/>
        </w:rPr>
        <w:t xml:space="preserve"> Størksen</w:t>
      </w:r>
    </w:p>
    <w:p w14:paraId="529AD743" w14:textId="23907BBB" w:rsidR="00CD43A0" w:rsidRPr="00055C45" w:rsidRDefault="00055C45" w:rsidP="00C97838">
      <w:pPr>
        <w:pStyle w:val="BrdtekstHuseby"/>
        <w:rPr>
          <w:color w:val="4A4947"/>
          <w:sz w:val="22"/>
          <w:szCs w:val="22"/>
        </w:rPr>
      </w:pPr>
      <w:r w:rsidRPr="00055C45">
        <w:rPr>
          <w:color w:val="4A4947"/>
          <w:sz w:val="22"/>
          <w:szCs w:val="22"/>
        </w:rPr>
        <w:t>Kommunikasjon- og Markedssjef</w:t>
      </w:r>
    </w:p>
    <w:p w14:paraId="43D52F10" w14:textId="77777777" w:rsidR="00055C45" w:rsidRPr="00055C45" w:rsidRDefault="00055C45" w:rsidP="00C97838">
      <w:pPr>
        <w:pStyle w:val="BrdtekstHuseby"/>
        <w:rPr>
          <w:color w:val="4A4947"/>
          <w:sz w:val="22"/>
          <w:szCs w:val="22"/>
        </w:rPr>
      </w:pPr>
    </w:p>
    <w:p w14:paraId="69BCE6BC" w14:textId="69AE8899" w:rsidR="00055C45" w:rsidRPr="00055C45" w:rsidRDefault="00055C45" w:rsidP="00C97838">
      <w:pPr>
        <w:pStyle w:val="BrdtekstHuseby"/>
        <w:rPr>
          <w:color w:val="868686"/>
          <w:sz w:val="22"/>
          <w:szCs w:val="22"/>
        </w:rPr>
      </w:pPr>
      <w:r w:rsidRPr="00055C45">
        <w:rPr>
          <w:color w:val="868686"/>
          <w:sz w:val="22"/>
          <w:szCs w:val="22"/>
        </w:rPr>
        <w:t>901</w:t>
      </w:r>
      <w:r w:rsidRPr="00055C45">
        <w:rPr>
          <w:color w:val="868686"/>
          <w:sz w:val="22"/>
          <w:szCs w:val="22"/>
        </w:rPr>
        <w:t xml:space="preserve"> </w:t>
      </w:r>
      <w:r w:rsidRPr="00055C45">
        <w:rPr>
          <w:color w:val="868686"/>
          <w:sz w:val="22"/>
          <w:szCs w:val="22"/>
        </w:rPr>
        <w:t>91</w:t>
      </w:r>
      <w:r w:rsidRPr="00055C45">
        <w:rPr>
          <w:color w:val="868686"/>
          <w:sz w:val="22"/>
          <w:szCs w:val="22"/>
        </w:rPr>
        <w:t> </w:t>
      </w:r>
      <w:r w:rsidRPr="00055C45">
        <w:rPr>
          <w:color w:val="868686"/>
          <w:sz w:val="22"/>
          <w:szCs w:val="22"/>
        </w:rPr>
        <w:t>952</w:t>
      </w:r>
    </w:p>
    <w:p w14:paraId="5C5FCDAC" w14:textId="56BB522C" w:rsidR="00055C45" w:rsidRPr="00055C45" w:rsidRDefault="00055C45" w:rsidP="00C97838">
      <w:pPr>
        <w:pStyle w:val="BrdtekstHuseby"/>
        <w:rPr>
          <w:color w:val="868686"/>
          <w:sz w:val="22"/>
          <w:szCs w:val="22"/>
        </w:rPr>
      </w:pPr>
      <w:hyperlink r:id="rId7" w:history="1">
        <w:r w:rsidRPr="00055C45">
          <w:rPr>
            <w:rStyle w:val="Hyperkobling"/>
            <w:color w:val="868686"/>
            <w:sz w:val="22"/>
            <w:szCs w:val="22"/>
          </w:rPr>
          <w:t>henriette@huseby.no</w:t>
        </w:r>
      </w:hyperlink>
    </w:p>
    <w:p w14:paraId="566DB278" w14:textId="1D77DD2A" w:rsidR="00055C45" w:rsidRPr="0066693F" w:rsidRDefault="0066693F" w:rsidP="00C97838">
      <w:pPr>
        <w:pStyle w:val="BrdtekstHuseby"/>
        <w:rPr>
          <w:color w:val="868686"/>
          <w:sz w:val="22"/>
          <w:szCs w:val="22"/>
        </w:rPr>
      </w:pPr>
      <w:hyperlink r:id="rId8" w:history="1">
        <w:r w:rsidR="00055C45" w:rsidRPr="0066693F">
          <w:rPr>
            <w:rStyle w:val="Hyperkobling"/>
            <w:color w:val="868686"/>
            <w:sz w:val="22"/>
            <w:szCs w:val="22"/>
          </w:rPr>
          <w:t>huseby.no</w:t>
        </w:r>
      </w:hyperlink>
    </w:p>
    <w:p w14:paraId="1D28E3C6" w14:textId="77777777" w:rsidR="00055C45" w:rsidRDefault="00055C45" w:rsidP="00C97838">
      <w:pPr>
        <w:pStyle w:val="BrdtekstHuseby"/>
        <w:rPr>
          <w:color w:val="4A4947"/>
        </w:rPr>
      </w:pPr>
    </w:p>
    <w:p w14:paraId="373A8F36" w14:textId="279B3EEE" w:rsidR="00055C45" w:rsidRPr="00055C45" w:rsidRDefault="00055C45" w:rsidP="00C97838">
      <w:pPr>
        <w:pStyle w:val="BrdtekstHuseby"/>
        <w:rPr>
          <w:color w:val="4A4947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98AAF3" wp14:editId="12F4F6F7">
            <wp:simplePos x="0" y="0"/>
            <wp:positionH relativeFrom="column">
              <wp:posOffset>-1905</wp:posOffset>
            </wp:positionH>
            <wp:positionV relativeFrom="paragraph">
              <wp:posOffset>42545</wp:posOffset>
            </wp:positionV>
            <wp:extent cx="1441450" cy="468630"/>
            <wp:effectExtent l="0" t="0" r="6350" b="1270"/>
            <wp:wrapThrough wrapText="bothSides">
              <wp:wrapPolygon edited="0">
                <wp:start x="0" y="0"/>
                <wp:lineTo x="0" y="21073"/>
                <wp:lineTo x="21505" y="21073"/>
                <wp:lineTo x="21505" y="0"/>
                <wp:lineTo x="0" y="0"/>
              </wp:wrapPolygon>
            </wp:wrapThrough>
            <wp:docPr id="585565952" name="Bilde 585565952" descr="Et bilde som inneholder Font, logo, Grafikk, hvi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230899" name="Bilde 839230899" descr="Et bilde som inneholder Font, logo, Grafikk, hvit&#10;&#10;Automatisk generert beskrivels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68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DB4799" w14:textId="77777777" w:rsidR="00055C45" w:rsidRPr="00055C45" w:rsidRDefault="00055C45" w:rsidP="00C97838">
      <w:pPr>
        <w:pStyle w:val="BrdtekstHuseby"/>
        <w:rPr>
          <w:color w:val="868686"/>
        </w:rPr>
      </w:pPr>
    </w:p>
    <w:p w14:paraId="28E8389A" w14:textId="77777777" w:rsidR="00055C45" w:rsidRDefault="00055C45" w:rsidP="00C97838">
      <w:pPr>
        <w:pStyle w:val="BrdtekstHuseby"/>
        <w:rPr>
          <w:color w:val="868686"/>
        </w:rPr>
      </w:pPr>
    </w:p>
    <w:p w14:paraId="1939B56E" w14:textId="77777777" w:rsidR="00055C45" w:rsidRDefault="00055C45" w:rsidP="00C97838">
      <w:pPr>
        <w:pStyle w:val="BrdtekstHuseby"/>
        <w:rPr>
          <w:color w:val="868686"/>
        </w:rPr>
      </w:pPr>
    </w:p>
    <w:p w14:paraId="40DDA51D" w14:textId="77777777" w:rsidR="00055C45" w:rsidRDefault="00055C45" w:rsidP="00C97838">
      <w:pPr>
        <w:pStyle w:val="BrdtekstHuseby"/>
        <w:rPr>
          <w:color w:val="868686"/>
        </w:rPr>
      </w:pPr>
    </w:p>
    <w:p w14:paraId="29E8A830" w14:textId="77777777" w:rsidR="00055C45" w:rsidRPr="00055C45" w:rsidRDefault="00055C45" w:rsidP="00C97838">
      <w:pPr>
        <w:pStyle w:val="BrdtekstHuseby"/>
        <w:rPr>
          <w:color w:val="868686"/>
        </w:rPr>
      </w:pPr>
    </w:p>
    <w:p w14:paraId="0C3766D2" w14:textId="0F2083AD" w:rsidR="00CD43A0" w:rsidRPr="00055C45" w:rsidRDefault="00CD43A0" w:rsidP="00C97838">
      <w:pPr>
        <w:pStyle w:val="BrdtekstHuseby"/>
      </w:pPr>
    </w:p>
    <w:sectPr w:rsidR="00CD43A0" w:rsidRPr="00055C45" w:rsidSect="00274ED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17" w:right="850" w:bottom="1417" w:left="1417" w:header="708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F5B83" w14:textId="77777777" w:rsidR="00193049" w:rsidRDefault="00193049" w:rsidP="00C872FB">
      <w:r>
        <w:separator/>
      </w:r>
    </w:p>
  </w:endnote>
  <w:endnote w:type="continuationSeparator" w:id="0">
    <w:p w14:paraId="28FE877D" w14:textId="77777777" w:rsidR="00193049" w:rsidRDefault="00193049" w:rsidP="00C87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dium">
    <w:panose1 w:val="00000600000000000000"/>
    <w:charset w:val="4D"/>
    <w:family w:val="auto"/>
    <w:notTrueType/>
    <w:pitch w:val="variable"/>
    <w:sig w:usb0="00000007" w:usb1="02000001" w:usb2="00000000" w:usb3="00000000" w:csb0="000000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372D" w14:textId="77777777" w:rsidR="00274ED9" w:rsidRPr="00274ED9" w:rsidRDefault="00274ED9" w:rsidP="00274ED9">
    <w:pPr>
      <w:pStyle w:val="Bunntekst"/>
      <w:rPr>
        <w:rFonts w:asciiTheme="minorHAnsi" w:hAnsiTheme="minorHAnsi"/>
        <w:b/>
        <w:color w:val="868686"/>
      </w:rPr>
    </w:pPr>
    <w:r>
      <w:rPr>
        <w:rFonts w:asciiTheme="minorHAnsi" w:hAnsiTheme="minorHAnsi"/>
        <w:b/>
        <w:noProof/>
        <w:color w:val="868686"/>
        <w14:ligatures w14:val="standardContextua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565F74" wp14:editId="21989985">
              <wp:simplePos x="0" y="0"/>
              <wp:positionH relativeFrom="column">
                <wp:posOffset>-354672</wp:posOffset>
              </wp:positionH>
              <wp:positionV relativeFrom="paragraph">
                <wp:posOffset>228160</wp:posOffset>
              </wp:positionV>
              <wp:extent cx="6470162" cy="0"/>
              <wp:effectExtent l="0" t="0" r="6985" b="12700"/>
              <wp:wrapNone/>
              <wp:docPr id="946435340" name="Rett linj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0162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86868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20E8CA" id="Rett linje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95pt,17.95pt" to="481.5pt,1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" strokecolor="#868686" strokeweight="1pt">
              <v:stroke joinstyle="miter"/>
            </v:line>
          </w:pict>
        </mc:Fallback>
      </mc:AlternateContent>
    </w:r>
  </w:p>
  <w:p w14:paraId="45EF7C09" w14:textId="77777777" w:rsidR="00274ED9" w:rsidRDefault="00274ED9" w:rsidP="00274ED9">
    <w:pPr>
      <w:pStyle w:val="Bunntekst"/>
      <w:ind w:left="-567" w:right="-284" w:firstLine="708"/>
      <w:rPr>
        <w:rFonts w:ascii="Arial" w:hAnsi="Arial" w:cs="Arial"/>
        <w:b/>
        <w:color w:val="868686"/>
      </w:rPr>
    </w:pPr>
  </w:p>
  <w:p w14:paraId="0F763213" w14:textId="77777777" w:rsidR="00274ED9" w:rsidRDefault="00274ED9" w:rsidP="00274ED9">
    <w:pPr>
      <w:pStyle w:val="Bunntekst"/>
      <w:ind w:left="-567" w:right="-284"/>
      <w:rPr>
        <w:rFonts w:ascii="Arial" w:hAnsi="Arial" w:cs="Arial"/>
        <w:b/>
        <w:color w:val="868686"/>
      </w:rPr>
    </w:pPr>
  </w:p>
  <w:p w14:paraId="446BBD59" w14:textId="77777777" w:rsidR="00274ED9" w:rsidRPr="00274ED9" w:rsidRDefault="00274ED9" w:rsidP="00274ED9">
    <w:pPr>
      <w:pStyle w:val="Bunntekst"/>
      <w:ind w:left="-567" w:right="-284"/>
      <w:rPr>
        <w:rFonts w:ascii="Arial" w:hAnsi="Arial" w:cs="Arial"/>
        <w:color w:val="868686"/>
      </w:rPr>
    </w:pPr>
    <w:r w:rsidRPr="00274ED9">
      <w:rPr>
        <w:rFonts w:ascii="Arial" w:hAnsi="Arial" w:cs="Arial"/>
        <w:b/>
        <w:color w:val="868686"/>
      </w:rPr>
      <w:t xml:space="preserve">HUSEBY AS                           </w:t>
    </w:r>
  </w:p>
  <w:p w14:paraId="744BCCE1" w14:textId="77777777" w:rsidR="00274ED9" w:rsidRPr="00274ED9" w:rsidRDefault="00274ED9" w:rsidP="00274ED9">
    <w:pPr>
      <w:pStyle w:val="Bunntekst"/>
      <w:ind w:left="-567" w:right="-284"/>
      <w:rPr>
        <w:rFonts w:ascii="Arial" w:hAnsi="Arial" w:cs="Arial"/>
        <w:color w:val="868686"/>
      </w:rPr>
    </w:pPr>
    <w:r w:rsidRPr="00274ED9">
      <w:rPr>
        <w:rFonts w:ascii="Arial" w:hAnsi="Arial" w:cs="Arial"/>
        <w:color w:val="868686"/>
      </w:rPr>
      <w:t>Postboks 142</w:t>
    </w:r>
  </w:p>
  <w:p w14:paraId="1AFFD3DE" w14:textId="77777777" w:rsidR="00274ED9" w:rsidRPr="00274ED9" w:rsidRDefault="00274ED9" w:rsidP="00274ED9">
    <w:pPr>
      <w:pStyle w:val="Bunntekst"/>
      <w:ind w:left="-567" w:right="-284"/>
      <w:rPr>
        <w:rFonts w:ascii="Arial" w:hAnsi="Arial" w:cs="Arial"/>
        <w:color w:val="868686"/>
      </w:rPr>
    </w:pPr>
    <w:r w:rsidRPr="00274ED9">
      <w:rPr>
        <w:rFonts w:ascii="Arial" w:hAnsi="Arial" w:cs="Arial"/>
        <w:color w:val="868686"/>
      </w:rPr>
      <w:t xml:space="preserve">N-3177 Våle i Vestfold             Tlf. (+47) 33 06 12 00                      Org.nr. 986 432 493                              huseby.no                         </w:t>
    </w:r>
  </w:p>
  <w:p w14:paraId="636FB65A" w14:textId="77777777" w:rsidR="00274ED9" w:rsidRPr="00274ED9" w:rsidRDefault="00274ED9" w:rsidP="00274ED9">
    <w:pPr>
      <w:pStyle w:val="Bunntekst"/>
      <w:tabs>
        <w:tab w:val="clear" w:pos="4536"/>
        <w:tab w:val="clear" w:pos="9072"/>
        <w:tab w:val="left" w:pos="5955"/>
      </w:tabs>
      <w:rPr>
        <w:color w:val="86868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E436" w14:textId="77777777" w:rsidR="001260AF" w:rsidRPr="00274ED9" w:rsidRDefault="00274ED9" w:rsidP="001260AF">
    <w:pPr>
      <w:pStyle w:val="Bunntekst"/>
      <w:rPr>
        <w:rFonts w:asciiTheme="minorHAnsi" w:hAnsiTheme="minorHAnsi"/>
        <w:b/>
        <w:color w:val="868686"/>
      </w:rPr>
    </w:pPr>
    <w:r>
      <w:rPr>
        <w:rFonts w:asciiTheme="minorHAnsi" w:hAnsiTheme="minorHAnsi"/>
        <w:b/>
        <w:noProof/>
        <w:color w:val="868686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316933" wp14:editId="759D7210">
              <wp:simplePos x="0" y="0"/>
              <wp:positionH relativeFrom="column">
                <wp:posOffset>-354672</wp:posOffset>
              </wp:positionH>
              <wp:positionV relativeFrom="paragraph">
                <wp:posOffset>228160</wp:posOffset>
              </wp:positionV>
              <wp:extent cx="6470162" cy="0"/>
              <wp:effectExtent l="0" t="0" r="6985" b="12700"/>
              <wp:wrapNone/>
              <wp:docPr id="149214112" name="Rett linj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0162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86868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76BC31" id="Rett linje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95pt,17.95pt" to="481.5pt,1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" strokecolor="#868686" strokeweight="1pt">
              <v:stroke joinstyle="miter"/>
            </v:line>
          </w:pict>
        </mc:Fallback>
      </mc:AlternateContent>
    </w:r>
  </w:p>
  <w:p w14:paraId="5822CAA0" w14:textId="77777777" w:rsidR="00274ED9" w:rsidRDefault="00274ED9" w:rsidP="00274ED9">
    <w:pPr>
      <w:pStyle w:val="Bunntekst"/>
      <w:ind w:left="-567" w:right="-284" w:firstLine="708"/>
      <w:rPr>
        <w:rFonts w:ascii="Arial" w:hAnsi="Arial" w:cs="Arial"/>
        <w:b/>
        <w:color w:val="868686"/>
      </w:rPr>
    </w:pPr>
  </w:p>
  <w:p w14:paraId="49C44241" w14:textId="77777777" w:rsidR="00274ED9" w:rsidRDefault="00274ED9" w:rsidP="00274ED9">
    <w:pPr>
      <w:pStyle w:val="Bunntekst"/>
      <w:ind w:left="-567" w:right="-284"/>
      <w:rPr>
        <w:rFonts w:ascii="Arial" w:hAnsi="Arial" w:cs="Arial"/>
        <w:b/>
        <w:color w:val="868686"/>
      </w:rPr>
    </w:pPr>
  </w:p>
  <w:p w14:paraId="092E8132" w14:textId="77777777" w:rsidR="001260AF" w:rsidRPr="00274ED9" w:rsidRDefault="001260AF" w:rsidP="00274ED9">
    <w:pPr>
      <w:pStyle w:val="Bunntekst"/>
      <w:ind w:left="-567" w:right="-284"/>
      <w:rPr>
        <w:rFonts w:ascii="Arial" w:hAnsi="Arial" w:cs="Arial"/>
        <w:color w:val="868686"/>
      </w:rPr>
    </w:pPr>
    <w:r w:rsidRPr="00274ED9">
      <w:rPr>
        <w:rFonts w:ascii="Arial" w:hAnsi="Arial" w:cs="Arial"/>
        <w:b/>
        <w:color w:val="868686"/>
      </w:rPr>
      <w:t xml:space="preserve">HUSEBY AS                           </w:t>
    </w:r>
  </w:p>
  <w:p w14:paraId="581F1CE0" w14:textId="77777777" w:rsidR="001260AF" w:rsidRPr="00274ED9" w:rsidRDefault="001260AF" w:rsidP="00274ED9">
    <w:pPr>
      <w:pStyle w:val="Bunntekst"/>
      <w:ind w:left="-567" w:right="-284"/>
      <w:rPr>
        <w:rFonts w:ascii="Arial" w:hAnsi="Arial" w:cs="Arial"/>
        <w:color w:val="868686"/>
      </w:rPr>
    </w:pPr>
    <w:r w:rsidRPr="00274ED9">
      <w:rPr>
        <w:rFonts w:ascii="Arial" w:hAnsi="Arial" w:cs="Arial"/>
        <w:color w:val="868686"/>
      </w:rPr>
      <w:t>Postboks 142</w:t>
    </w:r>
  </w:p>
  <w:p w14:paraId="3CA3A2AE" w14:textId="77777777" w:rsidR="001260AF" w:rsidRPr="00274ED9" w:rsidRDefault="001260AF" w:rsidP="00274ED9">
    <w:pPr>
      <w:pStyle w:val="Bunntekst"/>
      <w:ind w:left="-567" w:right="-284"/>
      <w:rPr>
        <w:rFonts w:ascii="Arial" w:hAnsi="Arial" w:cs="Arial"/>
        <w:color w:val="868686"/>
      </w:rPr>
    </w:pPr>
    <w:r w:rsidRPr="00274ED9">
      <w:rPr>
        <w:rFonts w:ascii="Arial" w:hAnsi="Arial" w:cs="Arial"/>
        <w:color w:val="868686"/>
      </w:rPr>
      <w:t xml:space="preserve">N-3177 Våle i Vestfold             Tlf. (+47) 33 06 12 00                      Org.nr. 986 432 493                              huseby.no                         </w:t>
    </w:r>
  </w:p>
  <w:p w14:paraId="6CA4B6DD" w14:textId="77777777" w:rsidR="001260AF" w:rsidRPr="00274ED9" w:rsidRDefault="001260AF" w:rsidP="001260AF">
    <w:pPr>
      <w:pStyle w:val="Bunntekst"/>
      <w:tabs>
        <w:tab w:val="clear" w:pos="4536"/>
        <w:tab w:val="clear" w:pos="9072"/>
        <w:tab w:val="left" w:pos="5955"/>
      </w:tabs>
      <w:rPr>
        <w:color w:val="868686"/>
      </w:rPr>
    </w:pPr>
    <w:r w:rsidRPr="00274ED9">
      <w:rPr>
        <w:color w:val="868686"/>
      </w:rPr>
      <w:tab/>
    </w:r>
  </w:p>
  <w:p w14:paraId="06082B55" w14:textId="77777777" w:rsidR="001260AF" w:rsidRPr="00274ED9" w:rsidRDefault="001260AF" w:rsidP="001260AF">
    <w:pPr>
      <w:pStyle w:val="Bunntekst"/>
      <w:tabs>
        <w:tab w:val="clear" w:pos="4536"/>
        <w:tab w:val="clear" w:pos="9072"/>
        <w:tab w:val="left" w:pos="5955"/>
      </w:tabs>
      <w:rPr>
        <w:color w:val="86868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8DF24" w14:textId="77777777" w:rsidR="00193049" w:rsidRDefault="00193049" w:rsidP="00C872FB">
      <w:r>
        <w:separator/>
      </w:r>
    </w:p>
  </w:footnote>
  <w:footnote w:type="continuationSeparator" w:id="0">
    <w:p w14:paraId="457E65BA" w14:textId="77777777" w:rsidR="00193049" w:rsidRDefault="00193049" w:rsidP="00C87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76144" w14:textId="77777777" w:rsidR="00C872FB" w:rsidRDefault="00C872FB">
    <w:pPr>
      <w:pStyle w:val="Top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5B539D" wp14:editId="75A36B40">
          <wp:simplePos x="0" y="0"/>
          <wp:positionH relativeFrom="column">
            <wp:posOffset>4947920</wp:posOffset>
          </wp:positionH>
          <wp:positionV relativeFrom="paragraph">
            <wp:posOffset>-5514</wp:posOffset>
          </wp:positionV>
          <wp:extent cx="1221794" cy="397510"/>
          <wp:effectExtent l="0" t="0" r="0" b="0"/>
          <wp:wrapThrough wrapText="bothSides">
            <wp:wrapPolygon edited="0">
              <wp:start x="0" y="0"/>
              <wp:lineTo x="0" y="20703"/>
              <wp:lineTo x="21331" y="20703"/>
              <wp:lineTo x="21331" y="0"/>
              <wp:lineTo x="0" y="0"/>
            </wp:wrapPolygon>
          </wp:wrapThrough>
          <wp:docPr id="1" name="Bilde 1" descr="Et bilde som inneholder Font, logo, Grafikk, hvit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e 1" descr="Et bilde som inneholder Font, logo, Grafikk, hvit&#10;&#10;Automatisk generer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1794" cy="397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571B" w14:textId="77777777" w:rsidR="00C97838" w:rsidRDefault="00C97838">
    <w:pPr>
      <w:pStyle w:val="Top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6463584" wp14:editId="7E7FFD9D">
          <wp:simplePos x="0" y="0"/>
          <wp:positionH relativeFrom="column">
            <wp:posOffset>4894115</wp:posOffset>
          </wp:positionH>
          <wp:positionV relativeFrom="paragraph">
            <wp:posOffset>3175</wp:posOffset>
          </wp:positionV>
          <wp:extent cx="1221794" cy="397510"/>
          <wp:effectExtent l="0" t="0" r="0" b="0"/>
          <wp:wrapThrough wrapText="bothSides">
            <wp:wrapPolygon edited="0">
              <wp:start x="0" y="0"/>
              <wp:lineTo x="0" y="20703"/>
              <wp:lineTo x="21331" y="20703"/>
              <wp:lineTo x="21331" y="0"/>
              <wp:lineTo x="0" y="0"/>
            </wp:wrapPolygon>
          </wp:wrapThrough>
          <wp:docPr id="839230899" name="Bilde 839230899" descr="Et bilde som inneholder Font, logo, Grafikk, hvit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9230899" name="Bilde 839230899" descr="Et bilde som inneholder Font, logo, Grafikk, hvit&#10;&#10;Automatisk generer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1794" cy="397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A0"/>
    <w:rsid w:val="00055C45"/>
    <w:rsid w:val="001260AF"/>
    <w:rsid w:val="00193049"/>
    <w:rsid w:val="00203062"/>
    <w:rsid w:val="00274ED9"/>
    <w:rsid w:val="00325749"/>
    <w:rsid w:val="00367945"/>
    <w:rsid w:val="005B5CB5"/>
    <w:rsid w:val="0066693F"/>
    <w:rsid w:val="00713FAE"/>
    <w:rsid w:val="00811F62"/>
    <w:rsid w:val="008E2FA2"/>
    <w:rsid w:val="00AF5866"/>
    <w:rsid w:val="00C73147"/>
    <w:rsid w:val="00C872FB"/>
    <w:rsid w:val="00C97838"/>
    <w:rsid w:val="00CD43A0"/>
    <w:rsid w:val="00CE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C0B9F"/>
  <w15:chartTrackingRefBased/>
  <w15:docId w15:val="{06FF5B82-8929-A543-845B-180701BE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872FB"/>
    <w:rPr>
      <w:rFonts w:ascii="Times New Roman" w:eastAsia="Times New Roman" w:hAnsi="Times New Roman" w:cs="Times New Roman"/>
      <w:kern w:val="0"/>
      <w:sz w:val="20"/>
      <w:szCs w:val="20"/>
      <w:lang w:eastAsia="nb-NO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72FB"/>
    <w:pPr>
      <w:ind w:right="-284"/>
      <w:outlineLvl w:val="0"/>
    </w:pPr>
    <w:rPr>
      <w:color w:val="4A4947"/>
      <w:sz w:val="72"/>
    </w:rPr>
  </w:style>
  <w:style w:type="paragraph" w:styleId="Overskrift2">
    <w:name w:val="heading 2"/>
    <w:aliases w:val="Mellomtittel Huseby"/>
    <w:basedOn w:val="BrdtekstHuseby"/>
    <w:next w:val="BrdtekstHuseby"/>
    <w:link w:val="Overskrift2Tegn"/>
    <w:uiPriority w:val="9"/>
    <w:unhideWhenUsed/>
    <w:qFormat/>
    <w:rsid w:val="00CE5D8D"/>
    <w:pPr>
      <w:outlineLvl w:val="1"/>
    </w:pPr>
    <w:rPr>
      <w:rFonts w:ascii="Times New Roman" w:hAnsi="Times New Roman" w:cs="Times New Roman"/>
      <w:color w:val="4A4947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BrdtekstHuseby">
    <w:name w:val="Brødtekst Huseby"/>
    <w:basedOn w:val="Normal"/>
    <w:link w:val="BrdtekstHusebyTegn"/>
    <w:qFormat/>
    <w:rsid w:val="00C872FB"/>
    <w:pPr>
      <w:spacing w:line="276" w:lineRule="auto"/>
      <w:ind w:right="1842"/>
    </w:pPr>
    <w:rPr>
      <w:rFonts w:ascii="Arial" w:hAnsi="Arial" w:cs="Arial"/>
      <w:sz w:val="24"/>
      <w:szCs w:val="24"/>
    </w:rPr>
  </w:style>
  <w:style w:type="character" w:customStyle="1" w:styleId="BrdtekstHusebyTegn">
    <w:name w:val="Brødtekst Huseby Tegn"/>
    <w:basedOn w:val="Standardskriftforavsnitt"/>
    <w:link w:val="BrdtekstHuseby"/>
    <w:rsid w:val="00C872FB"/>
    <w:rPr>
      <w:rFonts w:ascii="Arial" w:eastAsia="Times New Roman" w:hAnsi="Arial" w:cs="Arial"/>
      <w:kern w:val="0"/>
      <w:lang w:eastAsia="nb-NO"/>
      <w14:ligatures w14:val="none"/>
    </w:rPr>
  </w:style>
  <w:style w:type="paragraph" w:styleId="Tittel">
    <w:name w:val="Title"/>
    <w:aliases w:val="Skolelederforbundet tittelfont"/>
    <w:basedOn w:val="Normal"/>
    <w:next w:val="Normal"/>
    <w:link w:val="TittelTegn"/>
    <w:uiPriority w:val="10"/>
    <w:rsid w:val="00713FAE"/>
    <w:rPr>
      <w:rFonts w:ascii="Medium" w:hAnsi="Medium"/>
      <w:sz w:val="72"/>
      <w:szCs w:val="72"/>
    </w:rPr>
  </w:style>
  <w:style w:type="character" w:customStyle="1" w:styleId="TittelTegn">
    <w:name w:val="Tittel Tegn"/>
    <w:aliases w:val="Skolelederforbundet tittelfont Tegn"/>
    <w:basedOn w:val="Standardskriftforavsnitt"/>
    <w:link w:val="Tittel"/>
    <w:uiPriority w:val="10"/>
    <w:rsid w:val="00713FAE"/>
    <w:rPr>
      <w:rFonts w:ascii="Medium" w:hAnsi="Medium"/>
      <w:sz w:val="72"/>
      <w:szCs w:val="72"/>
    </w:rPr>
  </w:style>
  <w:style w:type="paragraph" w:customStyle="1" w:styleId="SKLFBMellomtittel2">
    <w:name w:val="SKLFB Mellomtittel 2"/>
    <w:basedOn w:val="Normal"/>
    <w:next w:val="BrdtekstHuseby"/>
    <w:link w:val="SKLFBMellomtittel2Tegn"/>
    <w:rsid w:val="00811F62"/>
    <w:pPr>
      <w:spacing w:line="276" w:lineRule="auto"/>
    </w:pPr>
    <w:rPr>
      <w:rFonts w:ascii="Helvetica Neue" w:hAnsi="Helvetica Neue"/>
      <w:b/>
      <w:color w:val="7030A0"/>
      <w:sz w:val="28"/>
      <w:szCs w:val="23"/>
      <w:shd w:val="clear" w:color="auto" w:fill="FFFFFF"/>
    </w:rPr>
  </w:style>
  <w:style w:type="character" w:customStyle="1" w:styleId="SKLFBMellomtittel2Tegn">
    <w:name w:val="SKLFB Mellomtittel 2 Tegn"/>
    <w:basedOn w:val="Standardskriftforavsnitt"/>
    <w:link w:val="SKLFBMellomtittel2"/>
    <w:rsid w:val="00811F62"/>
    <w:rPr>
      <w:rFonts w:ascii="Helvetica Neue" w:hAnsi="Helvetica Neue"/>
      <w:b/>
      <w:color w:val="7030A0"/>
      <w:sz w:val="28"/>
      <w:szCs w:val="23"/>
    </w:rPr>
  </w:style>
  <w:style w:type="paragraph" w:styleId="Topptekst">
    <w:name w:val="header"/>
    <w:basedOn w:val="Normal"/>
    <w:link w:val="TopptekstTegn"/>
    <w:uiPriority w:val="99"/>
    <w:unhideWhenUsed/>
    <w:rsid w:val="00C872FB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872FB"/>
  </w:style>
  <w:style w:type="paragraph" w:styleId="Bunntekst">
    <w:name w:val="footer"/>
    <w:basedOn w:val="Normal"/>
    <w:link w:val="BunntekstTegn"/>
    <w:uiPriority w:val="99"/>
    <w:unhideWhenUsed/>
    <w:rsid w:val="00C872FB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872FB"/>
  </w:style>
  <w:style w:type="character" w:customStyle="1" w:styleId="Overskrift1Tegn">
    <w:name w:val="Overskrift 1 Tegn"/>
    <w:basedOn w:val="Standardskriftforavsnitt"/>
    <w:link w:val="Overskrift1"/>
    <w:uiPriority w:val="9"/>
    <w:rsid w:val="00C872FB"/>
    <w:rPr>
      <w:rFonts w:ascii="Times New Roman" w:eastAsia="Times New Roman" w:hAnsi="Times New Roman" w:cs="Times New Roman"/>
      <w:color w:val="4A4947"/>
      <w:kern w:val="0"/>
      <w:sz w:val="72"/>
      <w:szCs w:val="20"/>
      <w:lang w:eastAsia="nb-NO"/>
      <w14:ligatures w14:val="none"/>
    </w:rPr>
  </w:style>
  <w:style w:type="character" w:customStyle="1" w:styleId="Overskrift2Tegn">
    <w:name w:val="Overskrift 2 Tegn"/>
    <w:aliases w:val="Mellomtittel Huseby Tegn"/>
    <w:basedOn w:val="Standardskriftforavsnitt"/>
    <w:link w:val="Overskrift2"/>
    <w:uiPriority w:val="9"/>
    <w:rsid w:val="00CE5D8D"/>
    <w:rPr>
      <w:rFonts w:ascii="Times New Roman" w:eastAsia="Times New Roman" w:hAnsi="Times New Roman" w:cs="Times New Roman"/>
      <w:color w:val="4A4947"/>
      <w:kern w:val="0"/>
      <w:sz w:val="32"/>
      <w:szCs w:val="32"/>
      <w:lang w:eastAsia="nb-NO"/>
      <w14:ligatures w14:val="none"/>
    </w:rPr>
  </w:style>
  <w:style w:type="character" w:styleId="Hyperkobling">
    <w:name w:val="Hyperlink"/>
    <w:basedOn w:val="Standardskriftforavsnitt"/>
    <w:uiPriority w:val="99"/>
    <w:unhideWhenUsed/>
    <w:rsid w:val="00055C45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055C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seby.no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henriette@huseby.no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Burken/Kunder/H/Huseby%20/*Profil/Maler/Brevmal/Dotx-Maler/Huseby-Brevmal-Original.V1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Huseby-Brevmal-Original.V1.dotx</Template>
  <TotalTime>15</TotalTime>
  <Pages>1</Pages>
  <Words>37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Leif Christian Carlsen</cp:lastModifiedBy>
  <cp:revision>1</cp:revision>
  <dcterms:created xsi:type="dcterms:W3CDTF">2023-08-18T07:51:00Z</dcterms:created>
  <dcterms:modified xsi:type="dcterms:W3CDTF">2023-08-18T13:30:00Z</dcterms:modified>
</cp:coreProperties>
</file>